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18B" w:rsidRDefault="00AA218B" w:rsidP="00606258">
      <w:pPr>
        <w:jc w:val="center"/>
        <w:rPr>
          <w:b/>
          <w:bCs/>
          <w:sz w:val="32"/>
          <w:szCs w:val="32"/>
          <w:lang w:val="ru-RU"/>
        </w:rPr>
      </w:pPr>
    </w:p>
    <w:p w:rsidR="00AA218B" w:rsidRPr="00872503" w:rsidRDefault="00AA218B" w:rsidP="00606258">
      <w:pPr>
        <w:jc w:val="center"/>
        <w:rPr>
          <w:b/>
          <w:bCs/>
          <w:sz w:val="28"/>
          <w:szCs w:val="28"/>
          <w:lang w:val="ru-RU"/>
        </w:rPr>
      </w:pPr>
    </w:p>
    <w:p w:rsidR="00AA218B" w:rsidRDefault="00AA218B" w:rsidP="00606258">
      <w:pPr>
        <w:jc w:val="center"/>
        <w:rPr>
          <w:b/>
          <w:bCs/>
          <w:sz w:val="28"/>
          <w:szCs w:val="28"/>
          <w:lang w:val="ru-RU"/>
        </w:rPr>
      </w:pPr>
      <w:bookmarkStart w:id="0" w:name="_GoBack"/>
      <w:bookmarkEnd w:id="0"/>
    </w:p>
    <w:p w:rsidR="00AA218B" w:rsidRDefault="00AA218B" w:rsidP="002108BD">
      <w:pPr>
        <w:jc w:val="center"/>
        <w:rPr>
          <w:b/>
          <w:bCs/>
          <w:sz w:val="28"/>
          <w:szCs w:val="28"/>
          <w:lang w:val="ru-RU"/>
        </w:rPr>
      </w:pPr>
    </w:p>
    <w:p w:rsidR="00AA218B" w:rsidRDefault="00AA218B" w:rsidP="002108BD">
      <w:pPr>
        <w:jc w:val="center"/>
        <w:rPr>
          <w:b/>
          <w:bCs/>
          <w:sz w:val="28"/>
          <w:szCs w:val="28"/>
          <w:lang w:val="ru-RU"/>
        </w:rPr>
      </w:pPr>
    </w:p>
    <w:p w:rsidR="00AA218B" w:rsidRPr="000967F7" w:rsidRDefault="00AA218B" w:rsidP="000967F7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изменения в статью 2</w:t>
      </w:r>
      <w:r w:rsidRPr="000967F7">
        <w:rPr>
          <w:b/>
          <w:bCs/>
          <w:sz w:val="28"/>
          <w:szCs w:val="28"/>
          <w:lang w:val="ru-RU"/>
        </w:rPr>
        <w:t xml:space="preserve"> Закона Ульяновской области </w:t>
      </w:r>
    </w:p>
    <w:p w:rsidR="00AA218B" w:rsidRPr="000967F7" w:rsidRDefault="00AA218B" w:rsidP="000967F7">
      <w:pPr>
        <w:jc w:val="center"/>
        <w:rPr>
          <w:b/>
          <w:bCs/>
          <w:sz w:val="28"/>
          <w:szCs w:val="28"/>
          <w:lang w:val="ru-RU"/>
        </w:rPr>
      </w:pPr>
      <w:r w:rsidRPr="000967F7">
        <w:rPr>
          <w:b/>
          <w:bCs/>
          <w:sz w:val="28"/>
          <w:szCs w:val="28"/>
          <w:lang w:val="ru-RU"/>
        </w:rPr>
        <w:t>«О звании Ульяновской области «Организация трудовой славы»</w:t>
      </w:r>
    </w:p>
    <w:p w:rsidR="00AA218B" w:rsidRPr="00053ECE" w:rsidRDefault="00AA218B" w:rsidP="006B7E9E">
      <w:pPr>
        <w:rPr>
          <w:b/>
          <w:bCs/>
          <w:sz w:val="28"/>
          <w:szCs w:val="28"/>
          <w:lang w:val="ru-RU"/>
        </w:rPr>
      </w:pPr>
    </w:p>
    <w:p w:rsidR="00AA218B" w:rsidRPr="00053ECE" w:rsidRDefault="00AA218B" w:rsidP="006B7E9E">
      <w:pPr>
        <w:rPr>
          <w:b/>
          <w:bCs/>
          <w:sz w:val="28"/>
          <w:szCs w:val="28"/>
          <w:lang w:val="ru-RU"/>
        </w:rPr>
      </w:pPr>
    </w:p>
    <w:p w:rsidR="00AA218B" w:rsidRPr="00F87AFF" w:rsidRDefault="00AA218B" w:rsidP="0080540E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87AFF">
        <w:rPr>
          <w:rFonts w:ascii="Times New Roman" w:hAnsi="Times New Roman" w:cs="Times New Roman"/>
          <w:sz w:val="24"/>
          <w:szCs w:val="24"/>
        </w:rPr>
        <w:t>Принят Законодательным</w:t>
      </w:r>
      <w:r>
        <w:rPr>
          <w:rFonts w:ascii="Times New Roman" w:hAnsi="Times New Roman" w:cs="Times New Roman"/>
          <w:sz w:val="24"/>
          <w:szCs w:val="24"/>
        </w:rPr>
        <w:t xml:space="preserve"> Собранием Ульяновской области 31</w:t>
      </w:r>
      <w:r w:rsidRPr="00F87A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F87AF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87A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A218B" w:rsidRPr="00053ECE" w:rsidRDefault="00AA218B" w:rsidP="00053ECE">
      <w:pPr>
        <w:jc w:val="both"/>
        <w:rPr>
          <w:sz w:val="28"/>
          <w:szCs w:val="28"/>
          <w:lang w:val="ru-RU"/>
        </w:rPr>
      </w:pPr>
    </w:p>
    <w:p w:rsidR="00AA218B" w:rsidRPr="00053ECE" w:rsidRDefault="00AA218B" w:rsidP="00053ECE">
      <w:pPr>
        <w:jc w:val="both"/>
        <w:rPr>
          <w:sz w:val="28"/>
          <w:szCs w:val="28"/>
          <w:lang w:val="ru-RU"/>
        </w:rPr>
      </w:pPr>
    </w:p>
    <w:p w:rsidR="00AA218B" w:rsidRPr="00053ECE" w:rsidRDefault="00AA218B" w:rsidP="00053ECE">
      <w:pPr>
        <w:jc w:val="both"/>
        <w:rPr>
          <w:sz w:val="28"/>
          <w:szCs w:val="28"/>
          <w:lang w:val="ru-RU"/>
        </w:rPr>
      </w:pPr>
    </w:p>
    <w:p w:rsidR="00AA218B" w:rsidRPr="000967F7" w:rsidRDefault="00AA218B" w:rsidP="00C16F1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в часть 1 статьи 2</w:t>
      </w:r>
      <w:r w:rsidRPr="000967F7">
        <w:rPr>
          <w:sz w:val="28"/>
          <w:szCs w:val="28"/>
          <w:lang w:val="ru-RU"/>
        </w:rPr>
        <w:t xml:space="preserve"> Закона Ульяновской области от 4 марта 2014 года № 26-ЗО «О звании Ульяновской области «Организация трудовой славы» («Ульяновская правда» от 11.03.2014 № 34) изменение, изложив её в следующей редакции: </w:t>
      </w:r>
    </w:p>
    <w:p w:rsidR="00AA218B" w:rsidRPr="000967F7" w:rsidRDefault="00AA218B" w:rsidP="00C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0967F7">
        <w:rPr>
          <w:sz w:val="28"/>
          <w:szCs w:val="28"/>
          <w:lang w:val="ru-RU"/>
        </w:rPr>
        <w:t xml:space="preserve">«1. Звание  </w:t>
      </w:r>
      <w:r w:rsidRPr="000967F7">
        <w:rPr>
          <w:color w:val="000000"/>
          <w:sz w:val="28"/>
          <w:szCs w:val="28"/>
          <w:lang w:val="ru-RU"/>
        </w:rPr>
        <w:t xml:space="preserve">«Организация трудовой славы» присваивается организациям, являющимся правопреемниками организаций, выпускавших в годы Великой Отечественной войны продукцию, поставлявшуюся для нужд обороны страны, </w:t>
      </w:r>
      <w:r>
        <w:rPr>
          <w:color w:val="000000"/>
          <w:sz w:val="28"/>
          <w:szCs w:val="28"/>
          <w:lang w:val="ru-RU"/>
        </w:rPr>
        <w:t>осуществлявших</w:t>
      </w:r>
      <w:r w:rsidRPr="000967F7">
        <w:rPr>
          <w:color w:val="000000"/>
          <w:sz w:val="28"/>
          <w:szCs w:val="28"/>
          <w:lang w:val="ru-RU"/>
        </w:rPr>
        <w:t xml:space="preserve"> медицинскую и иную деятельность, работниками которых были проявлены упорство и самоотверженный труд для обеспечения победы в Великой Отечественной войне, если на день внесения ходатайства о присвоении организации звания «Организация трудовой славы» такая организация продолжает осуществлять тот же вид деятельности, что и в годы Великой Отечественной войны.».</w:t>
      </w:r>
    </w:p>
    <w:p w:rsidR="00AA218B" w:rsidRPr="00C16F13" w:rsidRDefault="00AA218B" w:rsidP="00C16F13">
      <w:pPr>
        <w:jc w:val="both"/>
        <w:rPr>
          <w:sz w:val="16"/>
          <w:szCs w:val="28"/>
          <w:lang w:val="ru-RU"/>
        </w:rPr>
      </w:pPr>
    </w:p>
    <w:p w:rsidR="00AA218B" w:rsidRPr="00C16F13" w:rsidRDefault="00AA218B" w:rsidP="00C16F13">
      <w:pPr>
        <w:jc w:val="both"/>
        <w:rPr>
          <w:sz w:val="28"/>
          <w:szCs w:val="28"/>
          <w:lang w:val="ru-RU"/>
        </w:rPr>
      </w:pPr>
    </w:p>
    <w:p w:rsidR="00AA218B" w:rsidRPr="00C16F13" w:rsidRDefault="00AA218B" w:rsidP="002108BD">
      <w:pPr>
        <w:tabs>
          <w:tab w:val="left" w:pos="540"/>
          <w:tab w:val="left" w:pos="720"/>
        </w:tabs>
        <w:ind w:right="23"/>
        <w:rPr>
          <w:bCs/>
          <w:sz w:val="28"/>
          <w:szCs w:val="28"/>
          <w:lang w:val="ru-RU"/>
        </w:rPr>
      </w:pPr>
    </w:p>
    <w:p w:rsidR="00AA218B" w:rsidRPr="004658F7" w:rsidRDefault="00AA218B" w:rsidP="00606258">
      <w:pPr>
        <w:tabs>
          <w:tab w:val="left" w:pos="540"/>
          <w:tab w:val="left" w:pos="720"/>
          <w:tab w:val="left" w:pos="7740"/>
        </w:tabs>
        <w:ind w:right="23"/>
        <w:rPr>
          <w:b/>
          <w:bCs/>
          <w:sz w:val="28"/>
          <w:szCs w:val="28"/>
          <w:lang w:val="ru-RU"/>
        </w:rPr>
      </w:pPr>
      <w:r w:rsidRPr="004658F7">
        <w:rPr>
          <w:b/>
          <w:bCs/>
          <w:sz w:val="28"/>
          <w:szCs w:val="28"/>
          <w:lang w:val="ru-RU"/>
        </w:rPr>
        <w:t>Губернатор Ульяновской области</w:t>
      </w:r>
      <w:r w:rsidRPr="004658F7"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 xml:space="preserve">       </w:t>
      </w:r>
      <w:r w:rsidRPr="004658F7">
        <w:rPr>
          <w:b/>
          <w:bCs/>
          <w:sz w:val="28"/>
          <w:szCs w:val="28"/>
          <w:lang w:val="ru-RU"/>
        </w:rPr>
        <w:t>С.И.Морозов</w:t>
      </w:r>
    </w:p>
    <w:p w:rsidR="00AA218B" w:rsidRDefault="00AA218B" w:rsidP="00606258">
      <w:pPr>
        <w:ind w:right="21"/>
        <w:jc w:val="center"/>
        <w:rPr>
          <w:sz w:val="28"/>
          <w:szCs w:val="28"/>
          <w:lang w:val="ru-RU"/>
        </w:rPr>
      </w:pPr>
    </w:p>
    <w:p w:rsidR="00AA218B" w:rsidRDefault="00AA218B" w:rsidP="00606258">
      <w:pPr>
        <w:ind w:right="21"/>
        <w:jc w:val="center"/>
        <w:rPr>
          <w:sz w:val="28"/>
          <w:szCs w:val="28"/>
          <w:lang w:val="ru-RU"/>
        </w:rPr>
      </w:pPr>
    </w:p>
    <w:p w:rsidR="00AA218B" w:rsidRDefault="00AA218B" w:rsidP="00606258">
      <w:pPr>
        <w:ind w:right="21"/>
        <w:jc w:val="center"/>
        <w:rPr>
          <w:sz w:val="28"/>
          <w:szCs w:val="28"/>
          <w:lang w:val="ru-RU"/>
        </w:rPr>
      </w:pPr>
    </w:p>
    <w:p w:rsidR="00AA218B" w:rsidRDefault="00AA218B" w:rsidP="00AE6AE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Ульяновск</w:t>
      </w:r>
    </w:p>
    <w:p w:rsidR="00AA218B" w:rsidRDefault="00AA218B" w:rsidP="00AE6AEB">
      <w:pPr>
        <w:tabs>
          <w:tab w:val="left" w:pos="851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06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  <w:lang w:val="ru-RU"/>
          </w:rPr>
          <w:t>2016 г</w:t>
        </w:r>
      </w:smartTag>
      <w:r>
        <w:rPr>
          <w:sz w:val="28"/>
          <w:szCs w:val="28"/>
          <w:lang w:val="ru-RU"/>
        </w:rPr>
        <w:t>.</w:t>
      </w:r>
    </w:p>
    <w:p w:rsidR="00AA218B" w:rsidRPr="00660EC7" w:rsidRDefault="00AA218B" w:rsidP="00AE6AE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49-ЗО</w:t>
      </w:r>
    </w:p>
    <w:sectPr w:rsidR="00AA218B" w:rsidRPr="00660EC7" w:rsidSect="00C16F13">
      <w:headerReference w:type="default" r:id="rId6"/>
      <w:footerReference w:type="firs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18B" w:rsidRDefault="00AA218B">
      <w:r>
        <w:separator/>
      </w:r>
    </w:p>
  </w:endnote>
  <w:endnote w:type="continuationSeparator" w:id="0">
    <w:p w:rsidR="00AA218B" w:rsidRDefault="00AA2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18B" w:rsidRPr="00684FFC" w:rsidRDefault="00AA218B" w:rsidP="00684FFC">
    <w:pPr>
      <w:pStyle w:val="Footer"/>
      <w:jc w:val="right"/>
      <w:rPr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18B" w:rsidRDefault="00AA218B">
      <w:r>
        <w:separator/>
      </w:r>
    </w:p>
  </w:footnote>
  <w:footnote w:type="continuationSeparator" w:id="0">
    <w:p w:rsidR="00AA218B" w:rsidRDefault="00AA21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18B" w:rsidRDefault="00AA218B" w:rsidP="00C85FA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A218B" w:rsidRDefault="00AA21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8D7"/>
    <w:rsid w:val="000372A9"/>
    <w:rsid w:val="00053ECE"/>
    <w:rsid w:val="000912BD"/>
    <w:rsid w:val="000967F7"/>
    <w:rsid w:val="000A3643"/>
    <w:rsid w:val="000B2AC0"/>
    <w:rsid w:val="000F6760"/>
    <w:rsid w:val="00102A11"/>
    <w:rsid w:val="001079F8"/>
    <w:rsid w:val="00110CFC"/>
    <w:rsid w:val="00130202"/>
    <w:rsid w:val="00141A4D"/>
    <w:rsid w:val="00190B30"/>
    <w:rsid w:val="001A2029"/>
    <w:rsid w:val="001B275C"/>
    <w:rsid w:val="002108BD"/>
    <w:rsid w:val="00222750"/>
    <w:rsid w:val="00252DB7"/>
    <w:rsid w:val="002652E0"/>
    <w:rsid w:val="002774AB"/>
    <w:rsid w:val="002821EE"/>
    <w:rsid w:val="002B3B69"/>
    <w:rsid w:val="002C54EF"/>
    <w:rsid w:val="002E04BE"/>
    <w:rsid w:val="00334DDB"/>
    <w:rsid w:val="00342B6A"/>
    <w:rsid w:val="00345A6A"/>
    <w:rsid w:val="00365064"/>
    <w:rsid w:val="00365EE6"/>
    <w:rsid w:val="00375E37"/>
    <w:rsid w:val="003841F9"/>
    <w:rsid w:val="003C50E8"/>
    <w:rsid w:val="003D10B4"/>
    <w:rsid w:val="003D1E47"/>
    <w:rsid w:val="004102F0"/>
    <w:rsid w:val="004112C5"/>
    <w:rsid w:val="0042574E"/>
    <w:rsid w:val="0046449E"/>
    <w:rsid w:val="004658F7"/>
    <w:rsid w:val="00490B50"/>
    <w:rsid w:val="004B14B2"/>
    <w:rsid w:val="004D11E5"/>
    <w:rsid w:val="004D588C"/>
    <w:rsid w:val="004E6AD6"/>
    <w:rsid w:val="005078D7"/>
    <w:rsid w:val="00571064"/>
    <w:rsid w:val="005851E9"/>
    <w:rsid w:val="0059300F"/>
    <w:rsid w:val="00597CCB"/>
    <w:rsid w:val="005A0CD2"/>
    <w:rsid w:val="005E5797"/>
    <w:rsid w:val="00604344"/>
    <w:rsid w:val="00605007"/>
    <w:rsid w:val="00606258"/>
    <w:rsid w:val="00613F11"/>
    <w:rsid w:val="00660D10"/>
    <w:rsid w:val="00660EC7"/>
    <w:rsid w:val="00684FFC"/>
    <w:rsid w:val="00692674"/>
    <w:rsid w:val="006B7E9E"/>
    <w:rsid w:val="006C34E3"/>
    <w:rsid w:val="006C6B4B"/>
    <w:rsid w:val="006E37DE"/>
    <w:rsid w:val="006F3DBC"/>
    <w:rsid w:val="00724B0B"/>
    <w:rsid w:val="00724D88"/>
    <w:rsid w:val="00740CBD"/>
    <w:rsid w:val="0077056F"/>
    <w:rsid w:val="007F0259"/>
    <w:rsid w:val="0080540E"/>
    <w:rsid w:val="0084110A"/>
    <w:rsid w:val="00872503"/>
    <w:rsid w:val="00882D64"/>
    <w:rsid w:val="008B42D3"/>
    <w:rsid w:val="008D1619"/>
    <w:rsid w:val="008D32F1"/>
    <w:rsid w:val="008F18C9"/>
    <w:rsid w:val="00931A0E"/>
    <w:rsid w:val="00934686"/>
    <w:rsid w:val="009E5581"/>
    <w:rsid w:val="009F6CDC"/>
    <w:rsid w:val="00AA218B"/>
    <w:rsid w:val="00AB19CB"/>
    <w:rsid w:val="00AC3773"/>
    <w:rsid w:val="00AE6AEB"/>
    <w:rsid w:val="00B012B5"/>
    <w:rsid w:val="00B542B6"/>
    <w:rsid w:val="00B708AF"/>
    <w:rsid w:val="00B8427B"/>
    <w:rsid w:val="00B90CD4"/>
    <w:rsid w:val="00BF30E1"/>
    <w:rsid w:val="00C02E24"/>
    <w:rsid w:val="00C16F13"/>
    <w:rsid w:val="00C65D78"/>
    <w:rsid w:val="00C812BD"/>
    <w:rsid w:val="00C85FAB"/>
    <w:rsid w:val="00CB0742"/>
    <w:rsid w:val="00CD4FBE"/>
    <w:rsid w:val="00CF0BD9"/>
    <w:rsid w:val="00D20911"/>
    <w:rsid w:val="00D24766"/>
    <w:rsid w:val="00D4151E"/>
    <w:rsid w:val="00D931D4"/>
    <w:rsid w:val="00DB2B73"/>
    <w:rsid w:val="00DC7747"/>
    <w:rsid w:val="00DE7B2A"/>
    <w:rsid w:val="00E0646C"/>
    <w:rsid w:val="00E27609"/>
    <w:rsid w:val="00E37B6E"/>
    <w:rsid w:val="00E45A27"/>
    <w:rsid w:val="00E5278C"/>
    <w:rsid w:val="00E55FBD"/>
    <w:rsid w:val="00E81546"/>
    <w:rsid w:val="00E81707"/>
    <w:rsid w:val="00EC5F55"/>
    <w:rsid w:val="00EE0F71"/>
    <w:rsid w:val="00EE7984"/>
    <w:rsid w:val="00EF6BE3"/>
    <w:rsid w:val="00F37460"/>
    <w:rsid w:val="00F657E9"/>
    <w:rsid w:val="00F834FE"/>
    <w:rsid w:val="00F87AFF"/>
    <w:rsid w:val="00F9049C"/>
    <w:rsid w:val="00FB1743"/>
    <w:rsid w:val="00FE3A3C"/>
    <w:rsid w:val="00FF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8D7"/>
    <w:rPr>
      <w:sz w:val="24"/>
      <w:szCs w:val="24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0B30"/>
    <w:rPr>
      <w:rFonts w:cs="Times New Roman"/>
      <w:sz w:val="24"/>
      <w:lang w:val="en-US"/>
    </w:rPr>
  </w:style>
  <w:style w:type="character" w:styleId="PageNumber">
    <w:name w:val="page number"/>
    <w:basedOn w:val="DefaultParagraphFont"/>
    <w:uiPriority w:val="99"/>
    <w:rsid w:val="005078D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0B30"/>
    <w:rPr>
      <w:rFonts w:cs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4102F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0B30"/>
    <w:rPr>
      <w:rFonts w:ascii="Tahoma" w:hAnsi="Tahoma" w:cs="Times New Roman"/>
      <w:sz w:val="16"/>
      <w:lang w:val="en-US"/>
    </w:rPr>
  </w:style>
  <w:style w:type="paragraph" w:customStyle="1" w:styleId="ConsNormal">
    <w:name w:val="ConsNormal"/>
    <w:uiPriority w:val="99"/>
    <w:rsid w:val="0080540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146</Words>
  <Characters>961</Characters>
  <Application>Microsoft Office Outlook</Application>
  <DocSecurity>0</DocSecurity>
  <Lines>0</Lines>
  <Paragraphs>0</Paragraphs>
  <ScaleCrop>false</ScaleCrop>
  <Company>MM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subject/>
  <dc:creator>Управление по труду</dc:creator>
  <cp:keywords/>
  <dc:description/>
  <cp:lastModifiedBy>Пользователь</cp:lastModifiedBy>
  <cp:revision>2</cp:revision>
  <cp:lastPrinted>2016-03-31T08:19:00Z</cp:lastPrinted>
  <dcterms:created xsi:type="dcterms:W3CDTF">2016-04-15T09:36:00Z</dcterms:created>
  <dcterms:modified xsi:type="dcterms:W3CDTF">2016-04-15T09:36:00Z</dcterms:modified>
</cp:coreProperties>
</file>